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98" w:rsidRPr="009873CC" w:rsidRDefault="008C2498">
      <w:pPr>
        <w:rPr>
          <w:rFonts w:ascii="黑体" w:eastAsia="黑体" w:hAnsi="黑体" w:cs="Times New Roman"/>
          <w:sz w:val="32"/>
          <w:szCs w:val="32"/>
        </w:rPr>
      </w:pPr>
      <w:r w:rsidRPr="009873CC">
        <w:rPr>
          <w:rFonts w:ascii="黑体" w:eastAsia="黑体" w:hAnsi="黑体" w:cs="黑体" w:hint="eastAsia"/>
          <w:sz w:val="32"/>
          <w:szCs w:val="32"/>
          <w:lang/>
        </w:rPr>
        <w:t>附件</w:t>
      </w:r>
      <w:r w:rsidRPr="009873CC">
        <w:rPr>
          <w:rFonts w:ascii="黑体" w:eastAsia="黑体" w:hAnsi="黑体" w:cs="黑体"/>
          <w:sz w:val="32"/>
          <w:szCs w:val="32"/>
          <w:lang/>
        </w:rPr>
        <w:t>4</w:t>
      </w:r>
    </w:p>
    <w:p w:rsidR="008C2498" w:rsidRPr="009873CC" w:rsidRDefault="008C2498" w:rsidP="009873CC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  <w:lang/>
        </w:rPr>
      </w:pPr>
      <w:r w:rsidRPr="009873CC">
        <w:rPr>
          <w:rFonts w:ascii="方正小标宋简体" w:eastAsia="方正小标宋简体" w:hAnsi="黑体" w:cs="方正小标宋简体" w:hint="eastAsia"/>
          <w:sz w:val="44"/>
          <w:szCs w:val="44"/>
        </w:rPr>
        <w:t>常州市</w:t>
      </w:r>
      <w:r w:rsidRPr="009873CC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中小学生优秀书法作品遴选活动</w:t>
      </w:r>
    </w:p>
    <w:p w:rsidR="008C2498" w:rsidRDefault="008C2498" w:rsidP="009873CC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873CC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优秀指导教师获奖名单</w:t>
      </w:r>
    </w:p>
    <w:p w:rsidR="008C2498" w:rsidRPr="009873CC" w:rsidRDefault="008C2498" w:rsidP="009873CC">
      <w:pPr>
        <w:jc w:val="center"/>
        <w:rPr>
          <w:rFonts w:ascii="仿宋_GB2312" w:eastAsia="仿宋_GB2312" w:hAnsi="仿宋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6"/>
        <w:gridCol w:w="5954"/>
      </w:tblGrid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b/>
                <w:bCs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b/>
                <w:bCs/>
                <w:lang/>
              </w:rPr>
              <w:t>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  <w:lang/>
              </w:rPr>
            </w:pPr>
            <w:r w:rsidRPr="009873CC">
              <w:rPr>
                <w:rFonts w:ascii="仿宋_GB2312" w:eastAsia="仿宋_GB2312" w:hAnsi="仿宋" w:cs="仿宋_GB2312"/>
                <w:lang/>
              </w:rPr>
              <w:t>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姚波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溧阳市外国语小学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谢卫平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常州市金坛区河滨小学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许小定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常州市金坛华城实验小学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  <w:lang/>
              </w:rPr>
            </w:pPr>
            <w:r w:rsidRPr="009873CC">
              <w:rPr>
                <w:rFonts w:ascii="仿宋_GB2312" w:eastAsia="仿宋_GB2312" w:hAnsi="仿宋" w:cs="仿宋_GB2312"/>
                <w:lang/>
              </w:rPr>
              <w:t>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潘新军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常州市金坛区白塔中学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  <w:lang/>
              </w:rPr>
            </w:pPr>
            <w:r w:rsidRPr="009873CC">
              <w:rPr>
                <w:rFonts w:ascii="仿宋_GB2312" w:eastAsia="仿宋_GB2312" w:hAnsi="仿宋" w:cs="仿宋_GB2312"/>
                <w:lang/>
              </w:rPr>
              <w:t>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潘建忠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常州市金坛区第一中学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孙琪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徐梦羽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薛姣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常州市武进区实验小学分校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仇莉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常州市武进区星韵学校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田凤艳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常州市武进区星韵学校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王洁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常州市武进区星韵学校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陈小英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常州市武进区政平小学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樊里香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常州市武进区政平小学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王红霞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常州市武进区政平小学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陈松鹤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常州市武进区政平小学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承斐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常州市武进区湖塘桥实验小学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夏梦蝶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常州市武进区湖塘桥实验小学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沈敏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常州市武进区湖塘桥实验小学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19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吴晓燕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常州市武进清英外国语学校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周惠芬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常州市武进清英外国语学校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王文娟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常州市武进区嘉泽中心小学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王东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常州市武进区湟里中心小学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路燕芬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常州市武进区湟里中心小学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庄丹红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常州市武进区湖塘桥第二实验小学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蒋梦姣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常州市武进区湖塘桥第二实验小学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徐竹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常州市武进区人民路小学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蒋朝霞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常州市武进区漕桥小学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王晓玲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常州市武进区漕桥小学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29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王小菊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常州市武进区鸣凰中心小学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何雨</w:t>
            </w:r>
            <w:r w:rsidRPr="009873CC">
              <w:rPr>
                <w:rFonts w:ascii="仿宋_GB2312" w:eastAsia="仿宋" w:hAnsi="仿宋" w:cs="仿宋" w:hint="eastAsia"/>
              </w:rPr>
              <w:t>旸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常州市武进区星河实验小学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施幼凤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常州市武进区礼嘉中心小学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张玲珑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常州市武进区刘海粟小学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许波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常州市武进区牛塘中心小学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潘雪亚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常州市武进区李公朴小学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计梦娇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常州市武进区青少年活动中心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胡亚莉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常州市武进区卢家巷实验学校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张华娟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常州市武进区嘉泽初级中学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庄铭杰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39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顾佳伟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孙兰君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常州市武进区湖塘实验中学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承明月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常州市武进区前黄初级中学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蒋秋霞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常州市武进区</w:t>
            </w:r>
            <w:r w:rsidRPr="009873CC">
              <w:rPr>
                <w:rFonts w:ascii="仿宋_GB2312" w:eastAsia="仿宋_GB2312" w:hAnsi="仿宋" w:cs="仿宋_GB2312" w:hint="eastAsia"/>
                <w:color w:val="000000"/>
                <w:lang/>
              </w:rPr>
              <w:t>湟</w:t>
            </w: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里初级中学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43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卜丽华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江苏省前黄高级中学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仇秀文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江苏省武进高级中学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王菁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常州市幼儿师范高等专科学校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吕靓雯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熊元阳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/>
              </w:rPr>
              <w:t>48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李小艳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49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徐艳秋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张会玲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江健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吴樾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常州市龙城小学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王慧娟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常州市新北区三井实验小学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孙晓华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常州市新北区河海实验小学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谢婵禅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常州市新北区河海实验小学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纪海荣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常州市新北区河海实验小学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陈银兰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常州市新北区新桥第二实验小学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殷花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常州市新北区新桥第二实验小学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59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宋佳妮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常州市新北区新桥第二实验小学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柳溪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常州市新北区新桥第二实验小学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梁清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常州市新北区新桥第二实验小学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王维康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常州市新北区奔牛实验小学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包佳莉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常州市新北区新桥实验小学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闫柯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常州外国语附属双语学校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于烽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常州市新北区吕墅小学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王小桑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常州市新北区飞龙实验小学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印亚宏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常州市新北区安家中心小学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卜霞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常州市新北区奔牛初级中学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69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吴刚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常州市新北区奔牛初级中学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蒋奇寒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常州市中天实验学校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朱佳娜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常州市中天实验学校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胥丽亚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常州市新北区实验中学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王杰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常州市局前街小学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张艳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常州市局前街小学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何瑞英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常州市局前街小学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陈雪涵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常州市博爱小学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李莹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常州市博爱小学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刘杨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常州市博爱小学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79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徐晶晶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常州市博爱小学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张元园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常州市博爱小学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徐香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常州市博爱小学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秦洁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常州市东坡小学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李莉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常州市东坡小学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单和芳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常州市东坡小学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钱梓琦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常州市正衡小学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卢月霞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常州市清凉小学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陆筱雷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常州市郑陆实验学校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王冰清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常州市解放路小学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89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沈昱丽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常州市解放路小学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戴飞英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常州市龙锦小学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徐明娟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常州市华润小学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王涵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常州市清凉小学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汤英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常州市凤凰新城实验小学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杨奕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常州市香梅小学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何恬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常州市正衡中学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  <w:lang/>
              </w:rPr>
              <w:t>岳敏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常州市正衡中学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许敏珠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常州市正衡中学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梅海燕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常州市第二十四中学天宁分校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99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张璐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阮霞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任立飞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殷樱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王帆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汪洁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常州市实验小学平冈校区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陈芳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常州市觅渡桥小学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陆丽敏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常州市觅渡桥小学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王英杰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常州市觅渡桥小学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缪梦婕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常州市觅渡桥小学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109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杭介忠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常州市清潭实验小学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姜涛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常州市清潭实验小学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龚志伟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常州市清潭实验小学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杨晓</w:t>
            </w:r>
            <w:r w:rsidRPr="009873CC">
              <w:rPr>
                <w:rFonts w:ascii="仿宋_GB2312" w:eastAsia="仿宋_GB2312" w:hAnsi="仿宋" w:cs="仿宋_GB2312" w:hint="eastAsia"/>
                <w:lang/>
              </w:rPr>
              <w:t>丹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常州市清潭实验小学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奚敏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常州市清潭实验小学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徐笑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常州市冠英小学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方景行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常州市冠英小学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王珠珠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常州市冠英小学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黄茹莹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常州市冠英小学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陆玉娟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常州市广化小学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119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曹甘霖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常州市广化小学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蒋从雨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常州市荆川小学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张鹰南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常州市荆川小学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路璐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常州市钟楼实验小学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陈杰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常州市钟楼区第二实验小学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张锡伟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常州市怀德苑小学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杜娟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常州市西新桥小学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王柠佳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常州市钟楼外国语学校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蒋力珂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常州市钟楼区昕弘实验学校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缪静君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常州市西林实验学校（中学部）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129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庄晓芸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常州市戚墅堰实验小学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汤海英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常州市戚墅堰实验小学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蔡静怡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常州市戚墅堰实验小学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全萍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常州市戚墅堰实验小学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武文勤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常州经开区第二实验小学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许亚芳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常州市武进区新安小学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孙洁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常州市武进区横林实验小学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杨亚静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常州市武进区横山桥中心小学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吴阳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常州市武进区横山桥中心小学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夏国英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常州市武进区横山桥中心小学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139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岳晓春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常州市经开区芙蓉小学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徐洪勤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常州经开区剑湖实验学校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周红颜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常州经开区剑湖实验学校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包晓燕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常州市经开区南塘桥小学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章志英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常州市武进区宋剑湖小学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马力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常州经开区实验小学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梁瑞韵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常州市武进区芙蓉初级中学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李昭君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江苏省常州高级中学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景文静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常州市第一中学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许家慧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常州市田家炳高级中学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149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赵彦君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常州市正行中学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胡钠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常州市教科院附属高级中学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王瑶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常州市刘国钧高等职业技术学校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张正军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常州市刘国钧高等职业技术学校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龙漩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常州市青少年活动中心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  <w:lang/>
              </w:rPr>
              <w:t>李通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</w:rPr>
              <w:t>常州市青少年活动中心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常芸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丁瑜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赵晓琦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158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欧阳旭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159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陈丹斐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常州外国语学校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160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蔡冬梅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常州市第二十四中学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161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王</w:t>
            </w:r>
            <w:r w:rsidRPr="009873CC">
              <w:rPr>
                <w:rFonts w:ascii="仿宋_GB2312" w:eastAsia="仿宋_GB2312" w:hAnsi="仿宋" w:cs="仿宋_GB2312" w:hint="eastAsia"/>
                <w:color w:val="000000"/>
                <w:lang/>
              </w:rPr>
              <w:t>相</w:t>
            </w: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怡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常州市教科院附属初级中学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162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陈圣方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常州市教科院附属初级中学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163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荆波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常州市田家炳初级中学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164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黄蕾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lang/>
              </w:rPr>
              <w:t>常州市北郊初级中学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165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  <w:lang/>
              </w:rPr>
              <w:t>李星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常州市清潭中学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166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谢振宇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  <w:lang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常州市兰陵中学</w:t>
            </w:r>
          </w:p>
        </w:tc>
      </w:tr>
      <w:tr w:rsidR="008C2498" w:rsidRPr="009873CC" w:rsidTr="009873CC">
        <w:trPr>
          <w:jc w:val="center"/>
        </w:trPr>
        <w:tc>
          <w:tcPr>
            <w:tcW w:w="893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 w:cs="仿宋_GB2312"/>
              </w:rPr>
            </w:pPr>
            <w:r w:rsidRPr="009873CC">
              <w:rPr>
                <w:rFonts w:ascii="仿宋_GB2312" w:eastAsia="仿宋_GB2312" w:hAnsi="仿宋" w:cs="仿宋_GB2312"/>
              </w:rPr>
              <w:t>167</w:t>
            </w:r>
          </w:p>
        </w:tc>
        <w:tc>
          <w:tcPr>
            <w:tcW w:w="1576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周利宗</w:t>
            </w:r>
          </w:p>
        </w:tc>
        <w:tc>
          <w:tcPr>
            <w:tcW w:w="5954" w:type="dxa"/>
          </w:tcPr>
          <w:p w:rsidR="008C2498" w:rsidRPr="009873CC" w:rsidRDefault="008C2498" w:rsidP="009873CC">
            <w:pPr>
              <w:jc w:val="center"/>
              <w:rPr>
                <w:rFonts w:ascii="仿宋_GB2312" w:eastAsia="仿宋_GB2312" w:hAnsi="仿宋"/>
                <w:color w:val="000000"/>
              </w:rPr>
            </w:pPr>
            <w:r w:rsidRPr="009873CC">
              <w:rPr>
                <w:rFonts w:ascii="仿宋_GB2312" w:eastAsia="仿宋_GB2312" w:hAnsi="仿宋" w:cs="仿宋_GB2312" w:hint="eastAsia"/>
                <w:color w:val="000000"/>
              </w:rPr>
              <w:t>常州市勤业中学</w:t>
            </w:r>
          </w:p>
        </w:tc>
      </w:tr>
    </w:tbl>
    <w:p w:rsidR="008C2498" w:rsidRPr="009873CC" w:rsidRDefault="008C2498" w:rsidP="009873CC">
      <w:pPr>
        <w:jc w:val="center"/>
        <w:rPr>
          <w:rFonts w:ascii="仿宋_GB2312" w:eastAsia="仿宋_GB2312" w:hAnsi="仿宋"/>
          <w:b/>
          <w:bCs/>
          <w:lang/>
        </w:rPr>
      </w:pPr>
      <w:bookmarkStart w:id="0" w:name="_GoBack"/>
      <w:bookmarkEnd w:id="0"/>
    </w:p>
    <w:sectPr w:rsidR="008C2498" w:rsidRPr="009873CC" w:rsidSect="009873CC">
      <w:footerReference w:type="default" r:id="rId6"/>
      <w:pgSz w:w="11906" w:h="16838"/>
      <w:pgMar w:top="1701" w:right="1531" w:bottom="1701" w:left="1531" w:header="851" w:footer="992" w:gutter="0"/>
      <w:pgNumType w:fmt="numberInDash" w:start="4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498" w:rsidRDefault="008C2498">
      <w:r>
        <w:separator/>
      </w:r>
    </w:p>
  </w:endnote>
  <w:endnote w:type="continuationSeparator" w:id="1">
    <w:p w:rsidR="008C2498" w:rsidRDefault="008C2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SimSu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98" w:rsidRPr="009873CC" w:rsidRDefault="008C2498" w:rsidP="00646A8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873C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873C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873C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- 52 -</w:t>
    </w:r>
    <w:r w:rsidRPr="009873C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C2498" w:rsidRDefault="008C2498" w:rsidP="009873C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498" w:rsidRDefault="008C2498">
      <w:r>
        <w:separator/>
      </w:r>
    </w:p>
  </w:footnote>
  <w:footnote w:type="continuationSeparator" w:id="1">
    <w:p w:rsidR="008C2498" w:rsidRDefault="008C24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E3A57DD0"/>
    <w:rsid w:val="E3A57DD0"/>
    <w:rsid w:val="F976FABE"/>
    <w:rsid w:val="002646C7"/>
    <w:rsid w:val="00646A8B"/>
    <w:rsid w:val="008C2498"/>
    <w:rsid w:val="00940F36"/>
    <w:rsid w:val="009873CC"/>
    <w:rsid w:val="00D2177E"/>
    <w:rsid w:val="7BFF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7E"/>
    <w:pPr>
      <w:widowControl w:val="0"/>
      <w:jc w:val="both"/>
    </w:pPr>
    <w:rPr>
      <w:rFonts w:ascii="??" w:hAnsi="??" w:cs="??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177E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87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93CFD"/>
    <w:rPr>
      <w:rFonts w:ascii="??" w:hAnsi="??" w:cs="??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987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93CFD"/>
    <w:rPr>
      <w:rFonts w:ascii="??" w:hAnsi="??" w:cs="??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987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9</Pages>
  <Words>1554</Words>
  <Characters>1633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2</cp:revision>
  <dcterms:created xsi:type="dcterms:W3CDTF">2023-03-14T22:26:00Z</dcterms:created>
  <dcterms:modified xsi:type="dcterms:W3CDTF">2023-03-17T01:24:00Z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CB77FC773C287F95382610641C756BE0</vt:lpwstr>
  </property>
</Properties>
</file>